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AE6E89" w:rsidTr="0042788E">
        <w:trPr>
          <w:cantSplit/>
          <w:trHeight w:val="284"/>
        </w:trPr>
        <w:tc>
          <w:tcPr>
            <w:tcW w:w="9498" w:type="dxa"/>
            <w:gridSpan w:val="2"/>
          </w:tcPr>
          <w:p w:rsidR="00AE6E89" w:rsidRDefault="00AE6E89" w:rsidP="0042788E">
            <w:pPr>
              <w:pStyle w:val="Heading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KINNISVARAOSAKONNA JUHATAJA</w:t>
            </w:r>
            <w:r>
              <w:fldChar w:fldCharType="end"/>
            </w:r>
          </w:p>
          <w:p w:rsidR="00AE6E89" w:rsidRDefault="00AE6E89" w:rsidP="0042788E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AE6E89" w:rsidTr="0042788E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AE6E89" w:rsidRDefault="00AE6E89" w:rsidP="0042788E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AE6E89" w:rsidRDefault="00AE6E89" w:rsidP="0042788E"/>
        </w:tc>
        <w:tc>
          <w:tcPr>
            <w:tcW w:w="4309" w:type="dxa"/>
            <w:tcBorders>
              <w:bottom w:val="nil"/>
            </w:tcBorders>
          </w:tcPr>
          <w:p w:rsidR="00AE6E89" w:rsidRDefault="00AE6E89" w:rsidP="0042788E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AE6E89" w:rsidRDefault="00CB3C65" w:rsidP="006F7162">
            <w:r>
              <w:t>(digitaal</w:t>
            </w:r>
            <w:r w:rsidR="006F7162">
              <w:t xml:space="preserve">allkirja kuupäev) </w:t>
            </w:r>
            <w:r w:rsidR="00AE6E89">
              <w:t xml:space="preserve">nr </w:t>
            </w:r>
            <w:r w:rsidR="00AE6E89"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 w:rsidR="00AE6E89">
              <w:instrText xml:space="preserve"> FORMTEXT </w:instrText>
            </w:r>
            <w:r w:rsidR="00AE6E89">
              <w:fldChar w:fldCharType="separate"/>
            </w:r>
            <w:r w:rsidR="00AE6E89">
              <w:rPr>
                <w:noProof/>
              </w:rPr>
              <w:t>1-5/</w:t>
            </w:r>
            <w:r w:rsidR="00AE6E89">
              <w:fldChar w:fldCharType="end"/>
            </w:r>
            <w:r w:rsidR="005747C7">
              <w:t>9</w:t>
            </w:r>
            <w:r w:rsidR="00204982">
              <w:t>1</w:t>
            </w:r>
            <w:bookmarkStart w:id="0" w:name="_GoBack"/>
            <w:bookmarkEnd w:id="0"/>
          </w:p>
        </w:tc>
      </w:tr>
    </w:tbl>
    <w:p w:rsidR="00AE6E89" w:rsidRDefault="00AE6E89" w:rsidP="00AE6E89">
      <w:pPr>
        <w:framePr w:w="9526" w:h="1474" w:wrap="notBeside" w:vAnchor="page" w:hAnchor="page" w:x="1702" w:y="3063"/>
        <w:rPr>
          <w:sz w:val="12"/>
        </w:rPr>
      </w:pPr>
    </w:p>
    <w:p w:rsidR="00AE6E89" w:rsidRDefault="00AE6E89" w:rsidP="00AE6E89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7F609E76" wp14:editId="38AC1824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E89" w:rsidRDefault="00AE6E89" w:rsidP="00AE6E89">
      <w:pPr>
        <w:pStyle w:val="Footer"/>
      </w:pPr>
    </w:p>
    <w:p w:rsidR="00AE6E89" w:rsidRDefault="00AE6E89" w:rsidP="00AE6E89">
      <w:pPr>
        <w:pStyle w:val="Heading1"/>
      </w:pPr>
    </w:p>
    <w:p w:rsidR="00AE6E89" w:rsidRDefault="00AE6E89" w:rsidP="00AE6E89">
      <w:pPr>
        <w:pStyle w:val="Heading1"/>
      </w:pPr>
    </w:p>
    <w:p w:rsidR="00AE6E89" w:rsidRDefault="00AE6E89" w:rsidP="00AE6E89">
      <w:pPr>
        <w:pStyle w:val="Heading1"/>
        <w:jc w:val="both"/>
      </w:pPr>
      <w:r>
        <w:t>Kinnisvaraosakonna Lääne piirkonna kinnisvaraobjektidele vastutavate isikute määramine</w:t>
      </w:r>
    </w:p>
    <w:p w:rsidR="00AE6E89" w:rsidRDefault="00AE6E89" w:rsidP="00AE6E89"/>
    <w:p w:rsidR="00AE6E89" w:rsidRDefault="00AE6E89" w:rsidP="00AE6E89">
      <w:pPr>
        <w:rPr>
          <w:sz w:val="26"/>
        </w:rPr>
      </w:pPr>
    </w:p>
    <w:p w:rsidR="00AE6E89" w:rsidRDefault="00AE6E89" w:rsidP="00AE6E89">
      <w:pPr>
        <w:sectPr w:rsidR="00AE6E89">
          <w:headerReference w:type="default" r:id="rId10"/>
          <w:footerReference w:type="default" r:id="rId11"/>
          <w:headerReference w:type="first" r:id="rId12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AE6E89" w:rsidRDefault="00AE6E89" w:rsidP="00AE6E89">
      <w:pPr>
        <w:jc w:val="both"/>
      </w:pPr>
      <w:r>
        <w:lastRenderedPageBreak/>
        <w:t xml:space="preserve">Tulenevalt Riigimetsa Majandamise </w:t>
      </w:r>
      <w:r w:rsidR="00557224">
        <w:t>Keskuse juhatuse 02.01.2018</w:t>
      </w:r>
      <w:r>
        <w:t>. a otsusega nr 1-32/5 kinnitatud „RMK kinnisvaraosak</w:t>
      </w:r>
      <w:r w:rsidR="00557224">
        <w:t>onna põhimääruse“ punktide 2.2.10</w:t>
      </w:r>
      <w:r>
        <w:t>, 4.4.1, 4.4.2 ja 4.5 alusel:</w:t>
      </w:r>
    </w:p>
    <w:p w:rsidR="00AE6E89" w:rsidRDefault="00AE6E89" w:rsidP="00AE6E89">
      <w:pPr>
        <w:jc w:val="both"/>
      </w:pPr>
    </w:p>
    <w:p w:rsidR="00AE6E89" w:rsidRDefault="00AE6E89" w:rsidP="00AE6E89">
      <w:pPr>
        <w:pStyle w:val="ListParagraph"/>
        <w:numPr>
          <w:ilvl w:val="0"/>
          <w:numId w:val="1"/>
        </w:numPr>
        <w:jc w:val="both"/>
      </w:pPr>
      <w:r>
        <w:t>M ä ä</w:t>
      </w:r>
      <w:r w:rsidR="00A939D0">
        <w:t xml:space="preserve"> r a n  alates 01.0</w:t>
      </w:r>
      <w:r w:rsidR="005747C7">
        <w:t>8</w:t>
      </w:r>
      <w:r w:rsidR="007021DF">
        <w:t>. 2018</w:t>
      </w:r>
      <w:r>
        <w:t>. a kinnisvaraosakonna Lääne piirkonna kinnisvaraobjektidele vastutavad töötajad vastavalt käesoleva käskkirja lisas toodud nimekirjale.</w:t>
      </w:r>
    </w:p>
    <w:p w:rsidR="00AE6E89" w:rsidRDefault="00AE6E89" w:rsidP="00AE6E89">
      <w:pPr>
        <w:pStyle w:val="ListParagraph"/>
        <w:numPr>
          <w:ilvl w:val="0"/>
          <w:numId w:val="1"/>
        </w:numPr>
        <w:jc w:val="both"/>
      </w:pPr>
      <w:r>
        <w:t xml:space="preserve">T u n n i s t a n  k e h t e t u k </w:t>
      </w:r>
      <w:r w:rsidR="00A939D0">
        <w:t xml:space="preserve">s kinnisvaraosakonna juhataja </w:t>
      </w:r>
      <w:r w:rsidR="00AD6CE8">
        <w:t>10</w:t>
      </w:r>
      <w:r w:rsidR="00A939D0">
        <w:t>.0</w:t>
      </w:r>
      <w:r w:rsidR="005747C7">
        <w:t>7</w:t>
      </w:r>
      <w:r w:rsidR="00A939D0">
        <w:t>.2018</w:t>
      </w:r>
      <w:r>
        <w:t>. a käskkirja nr 1</w:t>
      </w:r>
      <w:r w:rsidR="00A939D0">
        <w:t>-5/</w:t>
      </w:r>
      <w:r w:rsidR="00AD6CE8">
        <w:t>69</w:t>
      </w:r>
      <w:r>
        <w:t xml:space="preserve"> „Kinnisvaraosakonna Lääne piirkonna kinnisvaraobjektidele vastutavate isikute määramine“.</w:t>
      </w:r>
    </w:p>
    <w:p w:rsidR="00AE6E89" w:rsidRDefault="00AE6E89" w:rsidP="00AE6E89"/>
    <w:p w:rsidR="00AE6E89" w:rsidRDefault="00AE6E89" w:rsidP="00AE6E89">
      <w:pPr>
        <w:sectPr w:rsidR="00AE6E89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AE6E89" w:rsidRDefault="00AE6E89" w:rsidP="00AE6E89"/>
    <w:p w:rsidR="00AE6E89" w:rsidRDefault="00AE6E89" w:rsidP="00AE6E89"/>
    <w:p w:rsidR="00AE6E89" w:rsidRDefault="00AE6E89" w:rsidP="00AE6E89"/>
    <w:p w:rsidR="007021DF" w:rsidRDefault="006F7162" w:rsidP="00AE6E89">
      <w:r>
        <w:t>(allkirjastatud digitaalselt)</w:t>
      </w:r>
    </w:p>
    <w:p w:rsidR="006F7162" w:rsidRDefault="006F7162" w:rsidP="00AE6E89"/>
    <w:p w:rsidR="00AE6E89" w:rsidRDefault="00AE6E89" w:rsidP="00AE6E89">
      <w:r>
        <w:t>Andrus Lauren</w:t>
      </w:r>
    </w:p>
    <w:p w:rsidR="00AE6E89" w:rsidRDefault="00AE6E89" w:rsidP="00AE6E89">
      <w:r>
        <w:t>Kinnisvaraosakonna juhataja</w:t>
      </w:r>
    </w:p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>
      <w:r>
        <w:t>Lisa: kinnisvaraosakonna Lääne piirkonna kinnisvaraobjektide ja vastutavate töötajate nimekiri</w:t>
      </w:r>
    </w:p>
    <w:p w:rsidR="00AE6E89" w:rsidRDefault="00AE6E89" w:rsidP="00AE6E89"/>
    <w:p w:rsidR="00AE6E89" w:rsidRDefault="00AE6E89" w:rsidP="00AE6E89"/>
    <w:p w:rsidR="00AE6E89" w:rsidRDefault="00AE6E89" w:rsidP="00AE6E89">
      <w:r>
        <w:t>Jaotuskava: Andrus Lauren, Terje Edur, Jüri Orlov, Aavo Urbel, Aarne Pupart, Merike Onemar, Taimi Nõlvak, Valentina Saar, Merike Eier.</w:t>
      </w:r>
    </w:p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64669C" w:rsidRDefault="0064669C"/>
    <w:sectPr w:rsidR="0064669C">
      <w:footerReference w:type="default" r:id="rId13"/>
      <w:headerReference w:type="first" r:id="rId14"/>
      <w:footerReference w:type="first" r:id="rId15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AA6" w:rsidRDefault="00557224">
      <w:r>
        <w:separator/>
      </w:r>
    </w:p>
  </w:endnote>
  <w:endnote w:type="continuationSeparator" w:id="0">
    <w:p w:rsidR="00095AA6" w:rsidRDefault="00557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204982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204982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204982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AA6" w:rsidRDefault="00557224">
      <w:r>
        <w:separator/>
      </w:r>
    </w:p>
  </w:footnote>
  <w:footnote w:type="continuationSeparator" w:id="0">
    <w:p w:rsidR="00095AA6" w:rsidRDefault="005572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557224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AD6CE8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204982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204982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C1012"/>
    <w:multiLevelType w:val="hybridMultilevel"/>
    <w:tmpl w:val="C0F4D646"/>
    <w:lvl w:ilvl="0" w:tplc="64B2A09A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64" w:hanging="360"/>
      </w:pPr>
    </w:lvl>
    <w:lvl w:ilvl="2" w:tplc="0425001B" w:tentative="1">
      <w:start w:val="1"/>
      <w:numFmt w:val="lowerRoman"/>
      <w:lvlText w:val="%3."/>
      <w:lvlJc w:val="right"/>
      <w:pPr>
        <w:ind w:left="2484" w:hanging="180"/>
      </w:pPr>
    </w:lvl>
    <w:lvl w:ilvl="3" w:tplc="0425000F" w:tentative="1">
      <w:start w:val="1"/>
      <w:numFmt w:val="decimal"/>
      <w:lvlText w:val="%4."/>
      <w:lvlJc w:val="left"/>
      <w:pPr>
        <w:ind w:left="3204" w:hanging="360"/>
      </w:pPr>
    </w:lvl>
    <w:lvl w:ilvl="4" w:tplc="04250019" w:tentative="1">
      <w:start w:val="1"/>
      <w:numFmt w:val="lowerLetter"/>
      <w:lvlText w:val="%5."/>
      <w:lvlJc w:val="left"/>
      <w:pPr>
        <w:ind w:left="3924" w:hanging="360"/>
      </w:pPr>
    </w:lvl>
    <w:lvl w:ilvl="5" w:tplc="0425001B" w:tentative="1">
      <w:start w:val="1"/>
      <w:numFmt w:val="lowerRoman"/>
      <w:lvlText w:val="%6."/>
      <w:lvlJc w:val="right"/>
      <w:pPr>
        <w:ind w:left="4644" w:hanging="180"/>
      </w:pPr>
    </w:lvl>
    <w:lvl w:ilvl="6" w:tplc="0425000F" w:tentative="1">
      <w:start w:val="1"/>
      <w:numFmt w:val="decimal"/>
      <w:lvlText w:val="%7."/>
      <w:lvlJc w:val="left"/>
      <w:pPr>
        <w:ind w:left="5364" w:hanging="360"/>
      </w:pPr>
    </w:lvl>
    <w:lvl w:ilvl="7" w:tplc="04250019" w:tentative="1">
      <w:start w:val="1"/>
      <w:numFmt w:val="lowerLetter"/>
      <w:lvlText w:val="%8."/>
      <w:lvlJc w:val="left"/>
      <w:pPr>
        <w:ind w:left="6084" w:hanging="360"/>
      </w:pPr>
    </w:lvl>
    <w:lvl w:ilvl="8" w:tplc="0425001B" w:tentative="1">
      <w:start w:val="1"/>
      <w:numFmt w:val="lowerRoman"/>
      <w:lvlText w:val="%9."/>
      <w:lvlJc w:val="right"/>
      <w:pPr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E89"/>
    <w:rsid w:val="00030627"/>
    <w:rsid w:val="00095AA6"/>
    <w:rsid w:val="001C2E9F"/>
    <w:rsid w:val="00204982"/>
    <w:rsid w:val="00557224"/>
    <w:rsid w:val="005747C7"/>
    <w:rsid w:val="0064669C"/>
    <w:rsid w:val="006F7162"/>
    <w:rsid w:val="007021DF"/>
    <w:rsid w:val="00A939D0"/>
    <w:rsid w:val="00AA1D2B"/>
    <w:rsid w:val="00AD6CE8"/>
    <w:rsid w:val="00AE6E89"/>
    <w:rsid w:val="00BC382C"/>
    <w:rsid w:val="00CB3C65"/>
    <w:rsid w:val="00F3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E89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E6E89"/>
    <w:pPr>
      <w:keepNext/>
      <w:outlineLvl w:val="0"/>
    </w:pPr>
    <w:rPr>
      <w:b/>
      <w:kern w:val="28"/>
    </w:rPr>
  </w:style>
  <w:style w:type="paragraph" w:styleId="Heading4">
    <w:name w:val="heading 4"/>
    <w:basedOn w:val="Normal"/>
    <w:next w:val="Normal"/>
    <w:link w:val="Heading4Char"/>
    <w:qFormat/>
    <w:rsid w:val="00AE6E89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6E89"/>
    <w:rPr>
      <w:rFonts w:ascii="Times New Roman" w:eastAsia="Times New Roman" w:hAnsi="Times New Roman" w:cs="Times New Roman"/>
      <w:b/>
      <w:spacing w:val="2"/>
      <w:kern w:val="28"/>
      <w:position w:val="6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E6E89"/>
    <w:rPr>
      <w:rFonts w:ascii="Arial" w:eastAsia="Times New Roman" w:hAnsi="Arial" w:cs="Arial"/>
      <w:b/>
      <w:bCs/>
      <w:spacing w:val="2"/>
      <w:position w:val="6"/>
      <w:sz w:val="24"/>
      <w:szCs w:val="20"/>
    </w:rPr>
  </w:style>
  <w:style w:type="paragraph" w:styleId="Header">
    <w:name w:val="header"/>
    <w:basedOn w:val="Normal"/>
    <w:link w:val="HeaderChar"/>
    <w:rsid w:val="00AE6E89"/>
    <w:pPr>
      <w:jc w:val="center"/>
    </w:pPr>
    <w:rPr>
      <w:spacing w:val="0"/>
      <w:position w:val="0"/>
      <w:sz w:val="20"/>
    </w:rPr>
  </w:style>
  <w:style w:type="character" w:customStyle="1" w:styleId="HeaderChar">
    <w:name w:val="Header Char"/>
    <w:basedOn w:val="DefaultParagraphFont"/>
    <w:link w:val="Head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AE6E89"/>
    <w:rPr>
      <w:spacing w:val="0"/>
      <w:position w:val="0"/>
      <w:sz w:val="20"/>
    </w:rPr>
  </w:style>
  <w:style w:type="character" w:customStyle="1" w:styleId="FooterChar">
    <w:name w:val="Footer Char"/>
    <w:basedOn w:val="DefaultParagraphFont"/>
    <w:link w:val="Foot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AE6E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7B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B31"/>
    <w:rPr>
      <w:rFonts w:ascii="Segoe UI" w:eastAsia="Times New Roman" w:hAnsi="Segoe UI" w:cs="Segoe UI"/>
      <w:spacing w:val="2"/>
      <w:position w:val="6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E89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E6E89"/>
    <w:pPr>
      <w:keepNext/>
      <w:outlineLvl w:val="0"/>
    </w:pPr>
    <w:rPr>
      <w:b/>
      <w:kern w:val="28"/>
    </w:rPr>
  </w:style>
  <w:style w:type="paragraph" w:styleId="Heading4">
    <w:name w:val="heading 4"/>
    <w:basedOn w:val="Normal"/>
    <w:next w:val="Normal"/>
    <w:link w:val="Heading4Char"/>
    <w:qFormat/>
    <w:rsid w:val="00AE6E89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6E89"/>
    <w:rPr>
      <w:rFonts w:ascii="Times New Roman" w:eastAsia="Times New Roman" w:hAnsi="Times New Roman" w:cs="Times New Roman"/>
      <w:b/>
      <w:spacing w:val="2"/>
      <w:kern w:val="28"/>
      <w:position w:val="6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E6E89"/>
    <w:rPr>
      <w:rFonts w:ascii="Arial" w:eastAsia="Times New Roman" w:hAnsi="Arial" w:cs="Arial"/>
      <w:b/>
      <w:bCs/>
      <w:spacing w:val="2"/>
      <w:position w:val="6"/>
      <w:sz w:val="24"/>
      <w:szCs w:val="20"/>
    </w:rPr>
  </w:style>
  <w:style w:type="paragraph" w:styleId="Header">
    <w:name w:val="header"/>
    <w:basedOn w:val="Normal"/>
    <w:link w:val="HeaderChar"/>
    <w:rsid w:val="00AE6E89"/>
    <w:pPr>
      <w:jc w:val="center"/>
    </w:pPr>
    <w:rPr>
      <w:spacing w:val="0"/>
      <w:position w:val="0"/>
      <w:sz w:val="20"/>
    </w:rPr>
  </w:style>
  <w:style w:type="character" w:customStyle="1" w:styleId="HeaderChar">
    <w:name w:val="Header Char"/>
    <w:basedOn w:val="DefaultParagraphFont"/>
    <w:link w:val="Head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AE6E89"/>
    <w:rPr>
      <w:spacing w:val="0"/>
      <w:position w:val="0"/>
      <w:sz w:val="20"/>
    </w:rPr>
  </w:style>
  <w:style w:type="character" w:customStyle="1" w:styleId="FooterChar">
    <w:name w:val="Footer Char"/>
    <w:basedOn w:val="DefaultParagraphFont"/>
    <w:link w:val="Foot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AE6E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7B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B31"/>
    <w:rPr>
      <w:rFonts w:ascii="Segoe UI" w:eastAsia="Times New Roman" w:hAnsi="Segoe UI" w:cs="Segoe UI"/>
      <w:spacing w:val="2"/>
      <w:position w:val="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70A72-962A-4381-B3DE-C1448C72F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E6522834.dotm</Template>
  <TotalTime>1</TotalTime>
  <Pages>2</Pages>
  <Words>155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Andrus Lauren</cp:lastModifiedBy>
  <cp:revision>3</cp:revision>
  <cp:lastPrinted>2018-01-03T12:58:00Z</cp:lastPrinted>
  <dcterms:created xsi:type="dcterms:W3CDTF">2018-10-12T12:40:00Z</dcterms:created>
  <dcterms:modified xsi:type="dcterms:W3CDTF">2018-10-12T12:40:00Z</dcterms:modified>
</cp:coreProperties>
</file>